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F3AFEC1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F27CC4">
        <w:rPr>
          <w:lang w:eastAsia="cs-CZ"/>
        </w:rPr>
        <w:t>27460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34DA8204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D80482">
        <w:rPr>
          <w:rFonts w:eastAsia="Times New Roman" w:cs="Times New Roman"/>
          <w:b/>
          <w:lang w:eastAsia="cs-CZ"/>
        </w:rPr>
        <w:t>7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F27CC4">
        <w:rPr>
          <w:rFonts w:eastAsia="Times New Roman" w:cs="Times New Roman"/>
          <w:lang w:eastAsia="cs-CZ"/>
        </w:rPr>
        <w:t>27460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2A220" w14:textId="77777777" w:rsidR="00074676" w:rsidRDefault="00074676" w:rsidP="00962258">
      <w:pPr>
        <w:spacing w:after="0" w:line="240" w:lineRule="auto"/>
      </w:pPr>
      <w:r>
        <w:separator/>
      </w:r>
    </w:p>
  </w:endnote>
  <w:endnote w:type="continuationSeparator" w:id="0">
    <w:p w14:paraId="5A0D2D56" w14:textId="77777777" w:rsidR="00074676" w:rsidRDefault="000746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D6140" w14:textId="77777777" w:rsidR="00074676" w:rsidRDefault="00074676" w:rsidP="00962258">
      <w:pPr>
        <w:spacing w:after="0" w:line="240" w:lineRule="auto"/>
      </w:pPr>
      <w:r>
        <w:separator/>
      </w:r>
    </w:p>
  </w:footnote>
  <w:footnote w:type="continuationSeparator" w:id="0">
    <w:p w14:paraId="3F08494A" w14:textId="77777777" w:rsidR="00074676" w:rsidRDefault="000746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74676"/>
    <w:rsid w:val="000B2965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629A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3AA0"/>
    <w:rsid w:val="00486107"/>
    <w:rsid w:val="00491827"/>
    <w:rsid w:val="004B348C"/>
    <w:rsid w:val="004B5D35"/>
    <w:rsid w:val="004C2F81"/>
    <w:rsid w:val="004C4399"/>
    <w:rsid w:val="004C562A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A5140"/>
    <w:rsid w:val="008C7E89"/>
    <w:rsid w:val="008D03B9"/>
    <w:rsid w:val="008D6B46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E07F4"/>
    <w:rsid w:val="009F392E"/>
    <w:rsid w:val="00A07BE5"/>
    <w:rsid w:val="00A236F5"/>
    <w:rsid w:val="00A40434"/>
    <w:rsid w:val="00A41D2E"/>
    <w:rsid w:val="00A4284D"/>
    <w:rsid w:val="00A42FFB"/>
    <w:rsid w:val="00A6177B"/>
    <w:rsid w:val="00A66136"/>
    <w:rsid w:val="00A751D6"/>
    <w:rsid w:val="00AA4CBB"/>
    <w:rsid w:val="00AA65FA"/>
    <w:rsid w:val="00AA7351"/>
    <w:rsid w:val="00AD056F"/>
    <w:rsid w:val="00AD6731"/>
    <w:rsid w:val="00AF3451"/>
    <w:rsid w:val="00B15D0D"/>
    <w:rsid w:val="00B67E18"/>
    <w:rsid w:val="00B75EE1"/>
    <w:rsid w:val="00B77481"/>
    <w:rsid w:val="00B8518B"/>
    <w:rsid w:val="00BD7E91"/>
    <w:rsid w:val="00C02D0A"/>
    <w:rsid w:val="00C03A6E"/>
    <w:rsid w:val="00C124B0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257F3"/>
    <w:rsid w:val="00D4108E"/>
    <w:rsid w:val="00D6163D"/>
    <w:rsid w:val="00D73D46"/>
    <w:rsid w:val="00D8023F"/>
    <w:rsid w:val="00D80482"/>
    <w:rsid w:val="00D81089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EE53F5"/>
    <w:rsid w:val="00F0379D"/>
    <w:rsid w:val="00F0533E"/>
    <w:rsid w:val="00F071DC"/>
    <w:rsid w:val="00F1048D"/>
    <w:rsid w:val="00F12DEC"/>
    <w:rsid w:val="00F1715C"/>
    <w:rsid w:val="00F27CC4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0E3BCB"/>
    <w:rsid w:val="00102E8F"/>
    <w:rsid w:val="0013107D"/>
    <w:rsid w:val="001B26D6"/>
    <w:rsid w:val="001B2CF4"/>
    <w:rsid w:val="00237D85"/>
    <w:rsid w:val="002C4201"/>
    <w:rsid w:val="0033629A"/>
    <w:rsid w:val="00403F0C"/>
    <w:rsid w:val="00451C58"/>
    <w:rsid w:val="00455B7D"/>
    <w:rsid w:val="0047441C"/>
    <w:rsid w:val="00484CB3"/>
    <w:rsid w:val="004F7E9F"/>
    <w:rsid w:val="00536072"/>
    <w:rsid w:val="0057685E"/>
    <w:rsid w:val="005A6227"/>
    <w:rsid w:val="00603FCA"/>
    <w:rsid w:val="00645D4F"/>
    <w:rsid w:val="006A67BF"/>
    <w:rsid w:val="006B55A4"/>
    <w:rsid w:val="006C6789"/>
    <w:rsid w:val="00734D05"/>
    <w:rsid w:val="00754920"/>
    <w:rsid w:val="00766425"/>
    <w:rsid w:val="008A3381"/>
    <w:rsid w:val="008A5140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BF45FF"/>
    <w:rsid w:val="00C124B0"/>
    <w:rsid w:val="00C47B87"/>
    <w:rsid w:val="00D257F3"/>
    <w:rsid w:val="00D834C6"/>
    <w:rsid w:val="00D94988"/>
    <w:rsid w:val="00DB6BA2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2025-04-23T06:57:00Z</cp:lastPrinted>
  <dcterms:created xsi:type="dcterms:W3CDTF">2023-08-21T13:01:00Z</dcterms:created>
  <dcterms:modified xsi:type="dcterms:W3CDTF">2025-04-23T06:57:00Z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